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CF4FAF3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47C87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02F8E48D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E2467A" w:rsidRPr="00B7627D">
        <w:rPr>
          <w:rFonts w:cstheme="minorHAnsi"/>
          <w:noProof/>
          <w:szCs w:val="18"/>
          <w:lang w:eastAsia="pl-PL"/>
        </w:rPr>
        <w:t>POST/DYS/OW/GZ/04227/2025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E2467A" w:rsidRPr="00B7627D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6AD8C05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E2467A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691F4CBF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E2467A" w:rsidRPr="00B7627D">
        <w:rPr>
          <w:rFonts w:cstheme="minorHAnsi"/>
          <w:b/>
          <w:noProof/>
        </w:rPr>
        <w:t>27.05.2027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ZK-2 RBL +2P (schemat złącza kablowo - pomiarowego wg. obowiązujących standardów technicznych złączy kablowych, kablowo-pomiarowych oraz złączy napowietrznych przyłączeniowych nN w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</w:t>
            </w:r>
            <w:r w:rsidRPr="00CD226A">
              <w:rPr>
                <w:rFonts w:cstheme="minorHAnsi"/>
              </w:rPr>
              <w:lastRenderedPageBreak/>
              <w:t>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174C96D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E2467A" w:rsidRPr="00B7627D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E2467A" w:rsidRPr="00B7627D">
        <w:rPr>
          <w:rFonts w:cstheme="minorHAnsi"/>
          <w:b/>
          <w:noProof/>
        </w:rPr>
        <w:t>27.05.2027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16CA38C2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E2467A" w:rsidRPr="00B7627D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E2467A" w:rsidRPr="00B7627D">
        <w:rPr>
          <w:rFonts w:cstheme="minorHAnsi"/>
          <w:b/>
          <w:noProof/>
        </w:rPr>
        <w:t>POST/DYS/OW/GZ/04227/2025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255A1804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E2467A" w:rsidRPr="00B7627D">
        <w:rPr>
          <w:rFonts w:cstheme="minorHAnsi"/>
          <w:noProof/>
          <w:lang w:eastAsia="pl-PL"/>
        </w:rPr>
        <w:t>POST/DYS/OW/GZ/04227/2025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E2467A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397AB205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E2467A" w:rsidRPr="00B7627D">
        <w:rPr>
          <w:rFonts w:cstheme="minorHAnsi"/>
          <w:noProof/>
          <w:lang w:eastAsia="pl-PL"/>
        </w:rPr>
        <w:t>POST/DYS/OW/GZ/04227/2025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E2467A" w:rsidRPr="00B7627D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648D2D3E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E2467A" w:rsidRPr="00B7627D">
        <w:rPr>
          <w:rFonts w:cstheme="minorHAnsi"/>
          <w:noProof/>
          <w:lang w:eastAsia="pl-PL"/>
        </w:rPr>
        <w:t>POST/DYS/OW/GZ/04227/2025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E2467A" w:rsidRPr="00B7627D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06296DF6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2467A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Jeziorna obszar R11: Gmina Prażmów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82EC0EA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2467A" w:rsidRPr="00B7627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POST/DYS/OW/GZ/04227/2025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0B9C"/>
    <w:rsid w:val="00145125"/>
    <w:rsid w:val="0014785F"/>
    <w:rsid w:val="00156CFE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47C87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85F"/>
    <w:rsid w:val="0060356D"/>
    <w:rsid w:val="0060561A"/>
    <w:rsid w:val="00623B01"/>
    <w:rsid w:val="00625BB0"/>
    <w:rsid w:val="006261BB"/>
    <w:rsid w:val="00630963"/>
    <w:rsid w:val="0065322E"/>
    <w:rsid w:val="00655DA8"/>
    <w:rsid w:val="00660237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4227_zał nr 4, 6, 7, 8, 11 do SWZ.docx</dmsv2BaseFileName>
    <dmsv2BaseDisplayName xmlns="http://schemas.microsoft.com/sharepoint/v3">4227_zał nr 4, 6, 7, 8, 11 do SWZ</dmsv2BaseDisplayName>
    <dmsv2SWPP2ObjectNumber xmlns="http://schemas.microsoft.com/sharepoint/v3">POST/DYS/OW/GZ/04227/2025                         </dmsv2SWPP2ObjectNumber>
    <dmsv2SWPP2SumMD5 xmlns="http://schemas.microsoft.com/sharepoint/v3">f5286bb25e9c3f7a54f3e0975e48f3ad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23844804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DPFVW34YURAE-834641568-2659</_dlc_DocId>
    <_dlc_DocIdUrl xmlns="a19cb1c7-c5c7-46d4-85ae-d83685407bba">
      <Url>https://swpp2.dms.gkpge.pl/sites/40/_layouts/15/DocIdRedir.aspx?ID=DPFVW34YURAE-834641568-2659</Url>
      <Description>DPFVW34YURAE-834641568-2659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5E64B4E-A7DF-4A15-9231-008DE5C4CD89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4220C0-C0A6-4124-9FF8-2F19333D637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5178</Words>
  <Characters>31070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2025-11-25T10:47:00Z</dcterms:created>
  <dcterms:modified xsi:type="dcterms:W3CDTF">2025-11-25T11:27:00Z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04f4cd54-1f57-415e-a4be-f6b80b75c8db</vt:lpwstr>
  </property>
</Properties>
</file>